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F9A3B69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631376" w:rsidRPr="009F4180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210E7BE1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055F9F">
        <w:rPr>
          <w:rFonts w:ascii="Corbel" w:hAnsi="Corbel"/>
          <w:sz w:val="20"/>
          <w:szCs w:val="20"/>
        </w:rPr>
        <w:t>2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055F9F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1"/>
                <w:szCs w:val="21"/>
              </w:rPr>
              <w:t>FiR/II/RP/A.3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2847107" w:rsidR="0085747A" w:rsidRPr="00FA6E82" w:rsidRDefault="009255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3B4694EB" w14:textId="77777777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6386891A" w:rsidR="00AA5C08" w:rsidRPr="00FA6E82" w:rsidRDefault="00AA5C08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E7091F7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0B360FF" w:rsidR="003823BE" w:rsidRPr="00FA6E82" w:rsidRDefault="00680EA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J. Gajdki i D. Stosa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uwarunkowania makroekonomiczne oraz regionalne działalności przedsiębiorstwa (metoda M. Kasjaniuk).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 J. Gajdki i D. Stosa.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 dyskryminacyjnych uwzględniających uwarunkowania makroekonomiczne oraz regionalne działalności przedsiębiorstwa (metoda M. Kasjaniuk).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D3AB79B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75A89938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680EA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105D8119" w:rsidR="00D45B17" w:rsidRPr="00FA6E82" w:rsidRDefault="00680EA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Antonowicz P., Metody oceny i prognoza kondycji ekonomiczno-finansowej przedsiębiorstw. ODiDK,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Kowalak R., .Ocena kondycji finansowej przedsiębiorstwa. ODiDK,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5F0D2" w14:textId="77777777" w:rsidR="00DE61A6" w:rsidRDefault="00DE61A6" w:rsidP="00C16ABF">
      <w:pPr>
        <w:spacing w:after="0" w:line="240" w:lineRule="auto"/>
      </w:pPr>
      <w:r>
        <w:separator/>
      </w:r>
    </w:p>
  </w:endnote>
  <w:endnote w:type="continuationSeparator" w:id="0">
    <w:p w14:paraId="11FB54A0" w14:textId="77777777" w:rsidR="00DE61A6" w:rsidRDefault="00DE61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48DF" w14:textId="77777777" w:rsidR="00DE61A6" w:rsidRDefault="00DE61A6" w:rsidP="00C16ABF">
      <w:pPr>
        <w:spacing w:after="0" w:line="240" w:lineRule="auto"/>
      </w:pPr>
      <w:r>
        <w:separator/>
      </w:r>
    </w:p>
  </w:footnote>
  <w:footnote w:type="continuationSeparator" w:id="0">
    <w:p w14:paraId="71A022AD" w14:textId="77777777" w:rsidR="00DE61A6" w:rsidRDefault="00DE61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80EA0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255A9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6F99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61A6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FF20E2-CB72-4E18-B2A3-9D75F89A8A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2020-10-27T12:41:00Z</dcterms:created>
  <dcterms:modified xsi:type="dcterms:W3CDTF">2021-11-03T05:21:00Z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